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E34FCC" w:rsidP="00ED4BCC">
      <w:pPr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 xml:space="preserve">от  </w:t>
      </w:r>
      <w:r w:rsidR="009C1753">
        <w:rPr>
          <w:b/>
          <w:sz w:val="28"/>
          <w:szCs w:val="28"/>
          <w:u w:val="single"/>
        </w:rPr>
        <w:t>06</w:t>
      </w:r>
      <w:r w:rsidR="002E0418">
        <w:rPr>
          <w:b/>
          <w:sz w:val="28"/>
          <w:szCs w:val="28"/>
          <w:u w:val="single"/>
        </w:rPr>
        <w:t>.</w:t>
      </w:r>
      <w:r w:rsidR="009C1753">
        <w:rPr>
          <w:b/>
          <w:sz w:val="28"/>
          <w:szCs w:val="28"/>
          <w:u w:val="single"/>
        </w:rPr>
        <w:t>12</w:t>
      </w:r>
      <w:r w:rsidR="00200785">
        <w:rPr>
          <w:b/>
          <w:sz w:val="28"/>
          <w:szCs w:val="28"/>
          <w:u w:val="single"/>
        </w:rPr>
        <w:t>.202</w:t>
      </w:r>
      <w:r w:rsidR="002E0418">
        <w:rPr>
          <w:b/>
          <w:sz w:val="28"/>
          <w:szCs w:val="28"/>
          <w:u w:val="single"/>
        </w:rPr>
        <w:t>3</w:t>
      </w:r>
      <w:proofErr w:type="gramEnd"/>
      <w:r w:rsidR="009A4CB9"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</w:t>
      </w:r>
      <w:r w:rsidR="009A4CB9">
        <w:rPr>
          <w:b/>
          <w:sz w:val="28"/>
          <w:szCs w:val="28"/>
          <w:u w:val="single"/>
        </w:rPr>
        <w:t xml:space="preserve">№ </w:t>
      </w:r>
      <w:r w:rsidR="009C1753">
        <w:rPr>
          <w:b/>
          <w:sz w:val="28"/>
          <w:szCs w:val="28"/>
          <w:u w:val="single"/>
        </w:rPr>
        <w:t>400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936F24">
      <w:pPr>
        <w:tabs>
          <w:tab w:val="left" w:pos="2977"/>
        </w:tabs>
        <w:ind w:right="6520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 xml:space="preserve">внесении изменений в постановление от 18.12.2018 </w:t>
      </w:r>
      <w:r w:rsidR="008349DD">
        <w:rPr>
          <w:bCs/>
          <w:w w:val="105"/>
          <w:sz w:val="22"/>
          <w:szCs w:val="22"/>
        </w:rPr>
        <w:br/>
        <w:t>№ 254п</w:t>
      </w:r>
    </w:p>
    <w:p w:rsidR="0066147D" w:rsidRDefault="0066147D" w:rsidP="00D20DD4">
      <w:pPr>
        <w:rPr>
          <w:sz w:val="28"/>
          <w:szCs w:val="28"/>
        </w:rPr>
      </w:pPr>
    </w:p>
    <w:p w:rsidR="00B75E12" w:rsidRPr="0066147D" w:rsidRDefault="00B75E12" w:rsidP="00D20DD4">
      <w:pPr>
        <w:rPr>
          <w:sz w:val="28"/>
          <w:szCs w:val="28"/>
        </w:rPr>
      </w:pPr>
    </w:p>
    <w:p w:rsidR="00D20DD4" w:rsidRPr="00B75E12" w:rsidRDefault="00E72210" w:rsidP="00677DFB">
      <w:pPr>
        <w:ind w:firstLine="709"/>
        <w:jc w:val="both"/>
        <w:rPr>
          <w:sz w:val="26"/>
          <w:szCs w:val="26"/>
        </w:rPr>
      </w:pPr>
      <w:r w:rsidRPr="00B75E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B75E12">
        <w:rPr>
          <w:sz w:val="26"/>
          <w:szCs w:val="26"/>
        </w:rPr>
        <w:t xml:space="preserve"> </w:t>
      </w:r>
      <w:r w:rsidR="00D20DD4" w:rsidRPr="00B75E12">
        <w:rPr>
          <w:sz w:val="26"/>
          <w:szCs w:val="26"/>
        </w:rPr>
        <w:t>Администрация муниципального района «Заполярный район»</w:t>
      </w:r>
      <w:r w:rsidR="00936F24" w:rsidRPr="00B75E12">
        <w:rPr>
          <w:sz w:val="26"/>
          <w:szCs w:val="26"/>
        </w:rPr>
        <w:t xml:space="preserve"> Ненецкого автономного округа</w:t>
      </w:r>
      <w:r w:rsidR="00012EA5" w:rsidRPr="00B75E12">
        <w:rPr>
          <w:sz w:val="26"/>
          <w:szCs w:val="26"/>
        </w:rPr>
        <w:t>»</w:t>
      </w:r>
      <w:r w:rsidR="00D20DD4" w:rsidRPr="00B75E12">
        <w:rPr>
          <w:sz w:val="26"/>
          <w:szCs w:val="26"/>
        </w:rPr>
        <w:t xml:space="preserve"> ПОСТАНОВЛЯЕТ:</w:t>
      </w:r>
    </w:p>
    <w:p w:rsidR="00D20DD4" w:rsidRPr="00B75E12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B75E12" w:rsidRDefault="00936F2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Внести в </w:t>
      </w:r>
      <w:hyperlink r:id="rId7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B75E12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B75E12">
        <w:rPr>
          <w:bCs/>
          <w:sz w:val="26"/>
          <w:szCs w:val="26"/>
        </w:rPr>
        <w:t>»</w:t>
      </w:r>
      <w:r w:rsidRPr="00B75E12">
        <w:rPr>
          <w:bCs/>
          <w:sz w:val="26"/>
          <w:szCs w:val="26"/>
        </w:rPr>
        <w:t xml:space="preserve"> от 18.12.2018 № 254п 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 и учреждениями)</w:t>
      </w:r>
      <w:r w:rsidR="00EE2DE5" w:rsidRPr="00B75E12">
        <w:rPr>
          <w:bCs/>
          <w:sz w:val="26"/>
          <w:szCs w:val="26"/>
        </w:rPr>
        <w:t xml:space="preserve"> (в редакции постановлений Администрации Заполярного района от 25.07.2019 № 119п, от 13.05.2022 № 102п, от 10.11.2022 № 270п, от 01.12.2022 </w:t>
      </w:r>
      <w:r w:rsidR="00EE2DE5" w:rsidRPr="00B75E12">
        <w:rPr>
          <w:bCs/>
          <w:sz w:val="26"/>
          <w:szCs w:val="26"/>
        </w:rPr>
        <w:br/>
        <w:t>№ 299п</w:t>
      </w:r>
      <w:r w:rsidR="002E0418">
        <w:rPr>
          <w:bCs/>
          <w:sz w:val="26"/>
          <w:szCs w:val="26"/>
        </w:rPr>
        <w:t>, от 19.12.2022 № 319п</w:t>
      </w:r>
      <w:r w:rsidR="00EE2DE5" w:rsidRPr="00B75E12">
        <w:rPr>
          <w:bCs/>
          <w:sz w:val="26"/>
          <w:szCs w:val="26"/>
        </w:rPr>
        <w:t>)</w:t>
      </w:r>
      <w:r w:rsidRPr="00B75E12">
        <w:rPr>
          <w:bCs/>
          <w:sz w:val="26"/>
          <w:szCs w:val="26"/>
        </w:rPr>
        <w:t>» следующие изменения:</w:t>
      </w:r>
    </w:p>
    <w:p w:rsidR="00936F24" w:rsidRPr="00B75E12" w:rsidRDefault="00936F2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</w:t>
      </w:r>
      <w:hyperlink r:id="rId8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пункте</w:t>
        </w:r>
      </w:hyperlink>
      <w:r w:rsidRPr="00B75E12">
        <w:rPr>
          <w:bCs/>
          <w:sz w:val="26"/>
          <w:szCs w:val="26"/>
        </w:rPr>
        <w:t xml:space="preserve"> </w:t>
      </w:r>
      <w:r w:rsidR="00871814" w:rsidRPr="00B75E12">
        <w:rPr>
          <w:bCs/>
          <w:sz w:val="26"/>
          <w:szCs w:val="26"/>
        </w:rPr>
        <w:t xml:space="preserve">1 </w:t>
      </w:r>
      <w:r w:rsidR="00012EA5" w:rsidRPr="00B75E12">
        <w:rPr>
          <w:bCs/>
          <w:sz w:val="26"/>
          <w:szCs w:val="26"/>
        </w:rPr>
        <w:t>цифру</w:t>
      </w:r>
      <w:r w:rsidRPr="00B75E12">
        <w:rPr>
          <w:bCs/>
          <w:sz w:val="26"/>
          <w:szCs w:val="26"/>
        </w:rPr>
        <w:t xml:space="preserve"> «</w:t>
      </w:r>
      <w:r w:rsidR="002E0418">
        <w:rPr>
          <w:bCs/>
          <w:sz w:val="26"/>
          <w:szCs w:val="26"/>
        </w:rPr>
        <w:t>28</w:t>
      </w:r>
      <w:r w:rsidR="006D458E" w:rsidRPr="00B75E12">
        <w:rPr>
          <w:bCs/>
          <w:sz w:val="26"/>
          <w:szCs w:val="26"/>
        </w:rPr>
        <w:t>0</w:t>
      </w:r>
      <w:r w:rsidRPr="00B75E12">
        <w:rPr>
          <w:bCs/>
          <w:sz w:val="26"/>
          <w:szCs w:val="26"/>
        </w:rPr>
        <w:t xml:space="preserve">» </w:t>
      </w:r>
      <w:r w:rsidR="006D458E" w:rsidRPr="00B75E12">
        <w:rPr>
          <w:bCs/>
          <w:sz w:val="26"/>
          <w:szCs w:val="26"/>
        </w:rPr>
        <w:t xml:space="preserve">заменить </w:t>
      </w:r>
      <w:r w:rsidR="00EE2DE5" w:rsidRPr="00B75E12">
        <w:rPr>
          <w:bCs/>
          <w:sz w:val="26"/>
          <w:szCs w:val="26"/>
        </w:rPr>
        <w:t>цифрой</w:t>
      </w:r>
      <w:r w:rsidR="00A678D2" w:rsidRPr="00B75E12">
        <w:rPr>
          <w:bCs/>
          <w:sz w:val="26"/>
          <w:szCs w:val="26"/>
        </w:rPr>
        <w:t xml:space="preserve"> </w:t>
      </w:r>
      <w:r w:rsidR="006D458E" w:rsidRPr="00B75E12">
        <w:rPr>
          <w:bCs/>
          <w:sz w:val="26"/>
          <w:szCs w:val="26"/>
        </w:rPr>
        <w:t>«2</w:t>
      </w:r>
      <w:r w:rsidR="002E0418">
        <w:rPr>
          <w:bCs/>
          <w:sz w:val="26"/>
          <w:szCs w:val="26"/>
        </w:rPr>
        <w:t>9</w:t>
      </w:r>
      <w:r w:rsidR="006D458E" w:rsidRPr="00B75E12">
        <w:rPr>
          <w:bCs/>
          <w:sz w:val="26"/>
          <w:szCs w:val="26"/>
        </w:rPr>
        <w:t>0</w:t>
      </w:r>
      <w:r w:rsidR="00871814" w:rsidRPr="00B75E12">
        <w:rPr>
          <w:bCs/>
          <w:sz w:val="26"/>
          <w:szCs w:val="26"/>
        </w:rPr>
        <w:t>»;</w:t>
      </w:r>
    </w:p>
    <w:p w:rsidR="00871814" w:rsidRPr="00B75E12" w:rsidRDefault="0087181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пункте 2 </w:t>
      </w:r>
      <w:r w:rsidR="00012EA5" w:rsidRPr="00B75E12">
        <w:rPr>
          <w:bCs/>
          <w:sz w:val="26"/>
          <w:szCs w:val="26"/>
        </w:rPr>
        <w:t>цифру</w:t>
      </w:r>
      <w:r w:rsidR="002E0418">
        <w:rPr>
          <w:bCs/>
          <w:sz w:val="26"/>
          <w:szCs w:val="26"/>
        </w:rPr>
        <w:t xml:space="preserve"> «165</w:t>
      </w:r>
      <w:r w:rsidR="006D458E" w:rsidRPr="00B75E12">
        <w:rPr>
          <w:bCs/>
          <w:sz w:val="26"/>
          <w:szCs w:val="26"/>
        </w:rPr>
        <w:t xml:space="preserve">» заменить </w:t>
      </w:r>
      <w:r w:rsidR="00EE2DE5" w:rsidRPr="00B75E12">
        <w:rPr>
          <w:bCs/>
          <w:sz w:val="26"/>
          <w:szCs w:val="26"/>
        </w:rPr>
        <w:t>цифрой</w:t>
      </w:r>
      <w:r w:rsidR="006D458E" w:rsidRPr="00B75E12">
        <w:rPr>
          <w:bCs/>
          <w:sz w:val="26"/>
          <w:szCs w:val="26"/>
        </w:rPr>
        <w:t xml:space="preserve"> «1</w:t>
      </w:r>
      <w:r w:rsidR="002E0418">
        <w:rPr>
          <w:bCs/>
          <w:sz w:val="26"/>
          <w:szCs w:val="26"/>
        </w:rPr>
        <w:t>70</w:t>
      </w:r>
      <w:r w:rsidRPr="00B75E12">
        <w:rPr>
          <w:bCs/>
          <w:sz w:val="26"/>
          <w:szCs w:val="26"/>
        </w:rPr>
        <w:t>».</w:t>
      </w:r>
    </w:p>
    <w:p w:rsidR="002326B4" w:rsidRPr="00B75E12" w:rsidRDefault="002326B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B75E12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EE2DE5" w:rsidRPr="00B75E12" w:rsidRDefault="00EE2DE5" w:rsidP="00AC6C61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Администрации Заполярного района по инфраструктурному развитию.</w:t>
      </w:r>
    </w:p>
    <w:p w:rsidR="00D20DD4" w:rsidRPr="00B75E12" w:rsidRDefault="00D20DD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Настоящее постановление </w:t>
      </w:r>
      <w:r w:rsidR="001E7927" w:rsidRPr="00B75E12">
        <w:rPr>
          <w:bCs/>
          <w:sz w:val="26"/>
          <w:szCs w:val="26"/>
        </w:rPr>
        <w:t xml:space="preserve">вступает в силу </w:t>
      </w:r>
      <w:r w:rsidR="00936F24" w:rsidRPr="00B75E12">
        <w:rPr>
          <w:bCs/>
          <w:sz w:val="26"/>
          <w:szCs w:val="26"/>
        </w:rPr>
        <w:t xml:space="preserve">с 01 </w:t>
      </w:r>
      <w:r w:rsidR="00CF1295" w:rsidRPr="00B75E12">
        <w:rPr>
          <w:bCs/>
          <w:sz w:val="26"/>
          <w:szCs w:val="26"/>
        </w:rPr>
        <w:t>января 202</w:t>
      </w:r>
      <w:r w:rsidR="00030C1B">
        <w:rPr>
          <w:bCs/>
          <w:sz w:val="26"/>
          <w:szCs w:val="26"/>
        </w:rPr>
        <w:t>4</w:t>
      </w:r>
      <w:r w:rsidR="00936F24" w:rsidRPr="00B75E12">
        <w:rPr>
          <w:bCs/>
          <w:sz w:val="26"/>
          <w:szCs w:val="26"/>
        </w:rPr>
        <w:t xml:space="preserve"> года </w:t>
      </w:r>
      <w:r w:rsidR="001E7927" w:rsidRPr="00B75E12">
        <w:rPr>
          <w:bCs/>
          <w:sz w:val="26"/>
          <w:szCs w:val="26"/>
        </w:rPr>
        <w:t>и подлежит официальному опубликованию.</w:t>
      </w:r>
    </w:p>
    <w:p w:rsidR="00C440D5" w:rsidRPr="00B75E12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B75E12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651EE7" w:rsidRPr="00B75E12" w:rsidRDefault="00651EE7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B75E12" w:rsidRDefault="00FA5172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>Глава Администрации</w:t>
      </w:r>
    </w:p>
    <w:p w:rsidR="00CB01DA" w:rsidRPr="009C1753" w:rsidRDefault="00FA5172" w:rsidP="009C1753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5"/>
          <w:szCs w:val="25"/>
        </w:rPr>
      </w:pPr>
      <w:r w:rsidRPr="00B75E12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 w:rsidRPr="00B75E12">
        <w:rPr>
          <w:bCs/>
          <w:sz w:val="26"/>
          <w:szCs w:val="26"/>
        </w:rPr>
        <w:t xml:space="preserve">         </w:t>
      </w:r>
      <w:r w:rsidRPr="00B75E12">
        <w:rPr>
          <w:bCs/>
          <w:sz w:val="26"/>
          <w:szCs w:val="26"/>
        </w:rPr>
        <w:t xml:space="preserve"> </w:t>
      </w:r>
      <w:r w:rsidR="00E46BA2" w:rsidRPr="00B75E12">
        <w:rPr>
          <w:bCs/>
          <w:sz w:val="26"/>
          <w:szCs w:val="26"/>
        </w:rPr>
        <w:t xml:space="preserve">  </w:t>
      </w:r>
      <w:r w:rsidR="00114402" w:rsidRPr="00B75E12">
        <w:rPr>
          <w:bCs/>
          <w:sz w:val="26"/>
          <w:szCs w:val="26"/>
        </w:rPr>
        <w:t xml:space="preserve">   </w:t>
      </w:r>
      <w:r w:rsidRPr="00B75E12">
        <w:rPr>
          <w:bCs/>
          <w:sz w:val="26"/>
          <w:szCs w:val="26"/>
        </w:rPr>
        <w:t xml:space="preserve">   </w:t>
      </w:r>
      <w:r w:rsidR="00E63ADA" w:rsidRPr="00B75E12">
        <w:rPr>
          <w:bCs/>
          <w:sz w:val="26"/>
          <w:szCs w:val="26"/>
        </w:rPr>
        <w:t>Н.Л. Михайлова</w:t>
      </w:r>
      <w:bookmarkStart w:id="0" w:name="_GoBack"/>
      <w:bookmarkEnd w:id="0"/>
    </w:p>
    <w:sectPr w:rsidR="00CB01DA" w:rsidRPr="009C1753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30C1B"/>
    <w:rsid w:val="00055886"/>
    <w:rsid w:val="000D1D0A"/>
    <w:rsid w:val="000E6519"/>
    <w:rsid w:val="000E7ED4"/>
    <w:rsid w:val="00105246"/>
    <w:rsid w:val="00114402"/>
    <w:rsid w:val="00120441"/>
    <w:rsid w:val="00121019"/>
    <w:rsid w:val="00137E5F"/>
    <w:rsid w:val="0019408C"/>
    <w:rsid w:val="0019501F"/>
    <w:rsid w:val="001D763F"/>
    <w:rsid w:val="001E706E"/>
    <w:rsid w:val="001E7927"/>
    <w:rsid w:val="00200785"/>
    <w:rsid w:val="00200F5D"/>
    <w:rsid w:val="00223190"/>
    <w:rsid w:val="002326B4"/>
    <w:rsid w:val="00286277"/>
    <w:rsid w:val="002D746B"/>
    <w:rsid w:val="002E0418"/>
    <w:rsid w:val="00303F7F"/>
    <w:rsid w:val="003124F6"/>
    <w:rsid w:val="003F720D"/>
    <w:rsid w:val="00443EFB"/>
    <w:rsid w:val="00451956"/>
    <w:rsid w:val="00472CE9"/>
    <w:rsid w:val="005365E9"/>
    <w:rsid w:val="00594E06"/>
    <w:rsid w:val="00647534"/>
    <w:rsid w:val="00651EE7"/>
    <w:rsid w:val="0066147D"/>
    <w:rsid w:val="00677DFB"/>
    <w:rsid w:val="006A5551"/>
    <w:rsid w:val="006B583F"/>
    <w:rsid w:val="006C2C68"/>
    <w:rsid w:val="006C2D07"/>
    <w:rsid w:val="006C7195"/>
    <w:rsid w:val="006D458E"/>
    <w:rsid w:val="006E61C3"/>
    <w:rsid w:val="006F7F43"/>
    <w:rsid w:val="00714622"/>
    <w:rsid w:val="00751F5F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49DD"/>
    <w:rsid w:val="00871814"/>
    <w:rsid w:val="00873CCC"/>
    <w:rsid w:val="00893DB0"/>
    <w:rsid w:val="00936F24"/>
    <w:rsid w:val="00950865"/>
    <w:rsid w:val="00965606"/>
    <w:rsid w:val="009A4CB9"/>
    <w:rsid w:val="009C1753"/>
    <w:rsid w:val="00A44637"/>
    <w:rsid w:val="00A5435E"/>
    <w:rsid w:val="00A61A0A"/>
    <w:rsid w:val="00A678D2"/>
    <w:rsid w:val="00AA0243"/>
    <w:rsid w:val="00AC6C61"/>
    <w:rsid w:val="00B32F52"/>
    <w:rsid w:val="00B75E12"/>
    <w:rsid w:val="00B75F8D"/>
    <w:rsid w:val="00C118BE"/>
    <w:rsid w:val="00C21FDD"/>
    <w:rsid w:val="00C440D5"/>
    <w:rsid w:val="00CA635F"/>
    <w:rsid w:val="00CB01DA"/>
    <w:rsid w:val="00CF1295"/>
    <w:rsid w:val="00D20DD4"/>
    <w:rsid w:val="00D70841"/>
    <w:rsid w:val="00DA1BF3"/>
    <w:rsid w:val="00DC2BDD"/>
    <w:rsid w:val="00E0783B"/>
    <w:rsid w:val="00E34FCC"/>
    <w:rsid w:val="00E46BA2"/>
    <w:rsid w:val="00E63ADA"/>
    <w:rsid w:val="00E662F3"/>
    <w:rsid w:val="00E72210"/>
    <w:rsid w:val="00ED4BCC"/>
    <w:rsid w:val="00EE2DE5"/>
    <w:rsid w:val="00EE524E"/>
    <w:rsid w:val="00EF245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2009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5206BA9586E5D8489407D85C199255E05448315B53E689BD8E744A38B1F4C89A4980DAC337A9B0E8FBEC444A4E423E1FA6E6218F433223D5E662C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EB383-749E-4815-9C03-43B0212A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Бабикова Юлия Николаевна</cp:lastModifiedBy>
  <cp:revision>2</cp:revision>
  <cp:lastPrinted>2022-12-15T13:39:00Z</cp:lastPrinted>
  <dcterms:created xsi:type="dcterms:W3CDTF">2023-12-06T05:57:00Z</dcterms:created>
  <dcterms:modified xsi:type="dcterms:W3CDTF">2023-12-06T05:57:00Z</dcterms:modified>
</cp:coreProperties>
</file>